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013905" w:rsidRDefault="00B1012F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F25F61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2311C3" w:rsidRDefault="00F04B95" w:rsidP="001E460C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 xml:space="preserve">TRAVAUX </w:t>
      </w:r>
      <w:r w:rsidR="001E460C">
        <w:rPr>
          <w:rFonts w:ascii="Arial" w:eastAsia="Trebuchet MS" w:hAnsi="Arial" w:cs="Arial"/>
          <w:b/>
          <w:color w:val="000000"/>
          <w:sz w:val="20"/>
          <w:szCs w:val="20"/>
        </w:rPr>
        <w:t>PORTE AUTOMATIQUE SCANNER 1</w:t>
      </w:r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 w:rsidRPr="0043702F">
        <w:rPr>
          <w:rFonts w:ascii="Arial" w:eastAsia="Trebuchet MS" w:hAnsi="Arial" w:cs="Arial"/>
          <w:b/>
          <w:color w:val="000000"/>
          <w:sz w:val="20"/>
          <w:szCs w:val="20"/>
        </w:rPr>
        <w:t>N</w:t>
      </w:r>
      <w:r w:rsidR="001E460C">
        <w:rPr>
          <w:rFonts w:ascii="Arial" w:eastAsia="Trebuchet MS" w:hAnsi="Arial" w:cs="Arial"/>
          <w:b/>
          <w:color w:val="000000"/>
          <w:sz w:val="20"/>
          <w:szCs w:val="20"/>
        </w:rPr>
        <w:t>uméro de procédure 25- GHTA-0024- AFAIRE 7-HGM-16809</w:t>
      </w:r>
      <w:bookmarkStart w:id="0" w:name="_GoBack"/>
      <w:bookmarkEnd w:id="0"/>
    </w:p>
    <w:p w:rsidR="00DA50A6" w:rsidRDefault="00DA50A6" w:rsidP="00DA50A6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</w:t>
      </w:r>
      <w:r w:rsidR="00637F11">
        <w:rPr>
          <w:rFonts w:ascii="Calibri" w:hAnsi="Calibri" w:cs="Calibri"/>
          <w:b/>
          <w:caps/>
          <w:u w:val="single"/>
        </w:rPr>
        <w:t>OBLIGATOIRE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1E460C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1E460C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E997F47"/>
    <w:multiLevelType w:val="hybridMultilevel"/>
    <w:tmpl w:val="D3EA428E"/>
    <w:lvl w:ilvl="0" w:tplc="29DADBDA">
      <w:numFmt w:val="bullet"/>
      <w:lvlText w:val="-"/>
      <w:lvlJc w:val="left"/>
      <w:pPr>
        <w:ind w:left="42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13905"/>
    <w:rsid w:val="00020510"/>
    <w:rsid w:val="00034940"/>
    <w:rsid w:val="0003563C"/>
    <w:rsid w:val="00037719"/>
    <w:rsid w:val="00042318"/>
    <w:rsid w:val="00043F09"/>
    <w:rsid w:val="00064AE5"/>
    <w:rsid w:val="00077F14"/>
    <w:rsid w:val="000A3F7C"/>
    <w:rsid w:val="000D2ECF"/>
    <w:rsid w:val="00113C68"/>
    <w:rsid w:val="00114920"/>
    <w:rsid w:val="00147B15"/>
    <w:rsid w:val="00156F64"/>
    <w:rsid w:val="0016690F"/>
    <w:rsid w:val="00167B79"/>
    <w:rsid w:val="0017579F"/>
    <w:rsid w:val="0018711B"/>
    <w:rsid w:val="001943FF"/>
    <w:rsid w:val="001E460C"/>
    <w:rsid w:val="002007A9"/>
    <w:rsid w:val="002311C3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90BE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37F11"/>
    <w:rsid w:val="00646F20"/>
    <w:rsid w:val="006B3185"/>
    <w:rsid w:val="006C72FE"/>
    <w:rsid w:val="006E0A71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A50A6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04B95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BB20E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013905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</Template>
  <TotalTime>14</TotalTime>
  <Pages>1</Pages>
  <Words>80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17</cp:revision>
  <cp:lastPrinted>2014-10-20T12:18:00Z</cp:lastPrinted>
  <dcterms:created xsi:type="dcterms:W3CDTF">2024-04-10T12:22:00Z</dcterms:created>
  <dcterms:modified xsi:type="dcterms:W3CDTF">2026-02-10T07:21:00Z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